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29607" w14:textId="77777777"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14:paraId="71024E20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007C1BB0" w14:textId="77777777"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avec </w:t>
      </w:r>
      <w:r w:rsidR="0041571E" w:rsidRPr="0048390B">
        <w:rPr>
          <w:rFonts w:ascii="Arial" w:hAnsi="Arial"/>
          <w:lang w:val="fr-FR"/>
        </w:rPr>
        <w:t>une</w:t>
      </w:r>
      <w:r w:rsidRPr="0048390B">
        <w:rPr>
          <w:rFonts w:ascii="Arial" w:hAnsi="Arial"/>
          <w:lang w:val="fr-FR"/>
        </w:rPr>
        <w:t xml:space="preserve"> touche de rinçage rond</w:t>
      </w:r>
      <w:r w:rsidR="000725E1" w:rsidRPr="0048390B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14:paraId="343EDE5E" w14:textId="77777777" w:rsidR="0041571E" w:rsidRPr="003E4B39" w:rsidRDefault="0041571E" w:rsidP="0041571E">
      <w:pPr>
        <w:pStyle w:val="Bulleted1"/>
        <w:rPr>
          <w:rFonts w:ascii="Arial" w:hAnsi="Arial"/>
          <w:lang w:val="fr-FR"/>
        </w:rPr>
      </w:pPr>
      <w:r w:rsidRPr="003E4B39">
        <w:rPr>
          <w:rFonts w:ascii="Arial" w:hAnsi="Arial"/>
          <w:lang w:val="fr-FR"/>
        </w:rPr>
        <w:t xml:space="preserve">la touche de rinçage est située au </w:t>
      </w:r>
      <w:r w:rsidR="003E4B39" w:rsidRPr="003E4B39">
        <w:rPr>
          <w:rFonts w:ascii="Arial" w:hAnsi="Arial"/>
          <w:lang w:val="fr-FR"/>
        </w:rPr>
        <w:t>centre</w:t>
      </w:r>
      <w:r w:rsidRPr="003E4B39">
        <w:rPr>
          <w:rFonts w:ascii="Arial" w:hAnsi="Arial"/>
          <w:lang w:val="fr-FR"/>
        </w:rPr>
        <w:t xml:space="preserve"> de la plaque de déclenchement et active le grand volume de rinçage</w:t>
      </w:r>
    </w:p>
    <w:p w14:paraId="6AE5952A" w14:textId="4CD50A9F" w:rsidR="00727170" w:rsidRPr="0048390B" w:rsidRDefault="00AF27D4" w:rsidP="00887241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la plaque de déclenchement est vissée avec des vis à 6 pans creux sur les côtés gauche et droit</w:t>
      </w:r>
    </w:p>
    <w:p w14:paraId="04984983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r>
        <w:rPr>
          <w:rFonts w:ascii="Arial" w:hAnsi="Arial" w:cs="Arial"/>
          <w:b/>
          <w:bCs/>
        </w:rPr>
        <w:t xml:space="preserve"> et </w:t>
      </w:r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</w:p>
    <w:p w14:paraId="6148C8FB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</w:p>
    <w:p w14:paraId="40532D56" w14:textId="77777777" w:rsidR="00715A17" w:rsidRPr="00296A5E" w:rsidRDefault="00702E8F" w:rsidP="004D2ADC">
      <w:pPr>
        <w:pStyle w:val="Bulleted1"/>
        <w:rPr>
          <w:rFonts w:ascii="Arial" w:hAnsi="Arial"/>
          <w:lang w:val="fr-FR"/>
        </w:rPr>
      </w:pPr>
      <w:bookmarkStart w:id="0" w:name="_Hlk35937103"/>
      <w:r w:rsidRPr="00296A5E">
        <w:rPr>
          <w:rFonts w:ascii="Arial" w:hAnsi="Arial"/>
          <w:lang w:val="fr-FR"/>
        </w:rPr>
        <w:t>la plaque de déclenchement</w:t>
      </w:r>
      <w:r w:rsidR="00715A17" w:rsidRPr="00296A5E">
        <w:rPr>
          <w:rFonts w:ascii="Arial" w:hAnsi="Arial"/>
          <w:lang w:val="fr-FR"/>
        </w:rPr>
        <w:t xml:space="preserve"> et</w:t>
      </w:r>
      <w:r w:rsidRPr="00296A5E">
        <w:rPr>
          <w:rFonts w:ascii="Arial" w:hAnsi="Arial"/>
          <w:lang w:val="fr-FR"/>
        </w:rPr>
        <w:t xml:space="preserve"> l</w:t>
      </w:r>
      <w:r w:rsidR="0041571E" w:rsidRPr="00296A5E">
        <w:rPr>
          <w:rFonts w:ascii="Arial" w:hAnsi="Arial"/>
          <w:lang w:val="fr-FR"/>
        </w:rPr>
        <w:t>a</w:t>
      </w:r>
      <w:r w:rsidRPr="00296A5E">
        <w:rPr>
          <w:rFonts w:ascii="Arial" w:hAnsi="Arial"/>
          <w:lang w:val="fr-FR"/>
        </w:rPr>
        <w:t xml:space="preserve"> touch</w:t>
      </w:r>
      <w:r w:rsidR="0041571E" w:rsidRPr="00296A5E">
        <w:rPr>
          <w:rFonts w:ascii="Arial" w:hAnsi="Arial"/>
          <w:lang w:val="fr-FR"/>
        </w:rPr>
        <w:t>e</w:t>
      </w:r>
      <w:r w:rsidRPr="00296A5E">
        <w:rPr>
          <w:rFonts w:ascii="Arial" w:hAnsi="Arial"/>
          <w:lang w:val="fr-FR"/>
        </w:rPr>
        <w:t xml:space="preserve"> de rinçage sont en </w:t>
      </w:r>
      <w:r w:rsidR="00715A17" w:rsidRPr="00296A5E">
        <w:rPr>
          <w:rFonts w:ascii="Arial" w:hAnsi="Arial"/>
          <w:lang w:val="fr-FR"/>
        </w:rPr>
        <w:t>acier inoxydable brossé</w:t>
      </w:r>
    </w:p>
    <w:p w14:paraId="3F0257B4" w14:textId="77777777"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0"/>
    <w:p w14:paraId="57EB5D72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</w:p>
    <w:p w14:paraId="7B6CBC12" w14:textId="77777777"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14:paraId="157800B1" w14:textId="77777777" w:rsidR="0041571E" w:rsidRPr="00296A5E" w:rsidRDefault="0041571E" w:rsidP="0041571E">
      <w:pPr>
        <w:pStyle w:val="Bulleted1"/>
        <w:rPr>
          <w:rFonts w:ascii="Arial" w:hAnsi="Arial"/>
          <w:lang w:val="fr-FR"/>
        </w:rPr>
      </w:pPr>
      <w:r w:rsidRPr="00296A5E">
        <w:rPr>
          <w:rFonts w:ascii="Arial" w:hAnsi="Arial"/>
          <w:lang w:val="fr-FR"/>
        </w:rPr>
        <w:t xml:space="preserve">un ressort, placé derrière la </w:t>
      </w:r>
      <w:r w:rsidR="00486D9A" w:rsidRPr="00296A5E">
        <w:rPr>
          <w:rFonts w:ascii="Arial" w:hAnsi="Arial"/>
          <w:lang w:val="fr-FR"/>
        </w:rPr>
        <w:t>touche de rinçage</w:t>
      </w:r>
      <w:r w:rsidRPr="00296A5E">
        <w:rPr>
          <w:rFonts w:ascii="Arial" w:hAnsi="Arial"/>
          <w:lang w:val="fr-FR"/>
        </w:rPr>
        <w:t>, ramène celle-ci à sa position de départ après avoir été actionnée manuellement</w:t>
      </w:r>
    </w:p>
    <w:p w14:paraId="37BF4D69" w14:textId="77777777"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</w:t>
      </w:r>
      <w:r w:rsidRPr="00296A5E">
        <w:rPr>
          <w:rFonts w:ascii="Arial" w:hAnsi="Arial"/>
          <w:lang w:val="fr-FR"/>
        </w:rPr>
        <w:t>l</w:t>
      </w:r>
      <w:r w:rsidR="0041571E" w:rsidRPr="00296A5E">
        <w:rPr>
          <w:rFonts w:ascii="Arial" w:hAnsi="Arial"/>
          <w:lang w:val="fr-FR"/>
        </w:rPr>
        <w:t xml:space="preserve">a </w:t>
      </w:r>
      <w:r w:rsidR="00486D9A" w:rsidRPr="00296A5E">
        <w:rPr>
          <w:rFonts w:ascii="Arial" w:hAnsi="Arial"/>
          <w:lang w:val="fr-FR"/>
        </w:rPr>
        <w:t>touche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14:paraId="41097715" w14:textId="77777777"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14:paraId="232A347A" w14:textId="77777777"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14:paraId="252BE99D" w14:textId="77777777"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14:paraId="20ADF5D7" w14:textId="77777777"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14:paraId="4CBD0FB9" w14:textId="77777777"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1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14:paraId="0C110527" w14:textId="77777777"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14:paraId="03FF4D96" w14:textId="77777777"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1"/>
    <w:p w14:paraId="7450319B" w14:textId="77777777"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14:paraId="438BF767" w14:textId="77777777"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14:paraId="6B9EFA10" w14:textId="77777777"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14:paraId="4CEC3B3C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14:paraId="1DA95DB7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14:paraId="057D050F" w14:textId="77777777"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14:paraId="2837C02E" w14:textId="77777777"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14:paraId="7DD4733B" w14:textId="77777777" w:rsidR="00790748" w:rsidRPr="00745019" w:rsidRDefault="00790748" w:rsidP="00790748">
      <w:pPr>
        <w:pStyle w:val="Bulleted1"/>
        <w:rPr>
          <w:rFonts w:ascii="Arial" w:hAnsi="Arial" w:cs="Arial"/>
        </w:rPr>
      </w:pPr>
      <w:r w:rsidRPr="00745019">
        <w:rPr>
          <w:rFonts w:ascii="Arial" w:hAnsi="Arial" w:cs="Arial"/>
        </w:rPr>
        <w:t>la tige de déclenchement</w:t>
      </w:r>
    </w:p>
    <w:p w14:paraId="5A55AC6C" w14:textId="77777777" w:rsidR="00790748" w:rsidRPr="00745019" w:rsidRDefault="00790748" w:rsidP="00790748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est insérée dans la douille ronde située du côté gauche du cadre de fixation, les douilles rondes gauche et droite, équidistantes par rapport à l'axe vertical du réservoir de chasse à encastrer, sont situées à la même hauteur par rapport au sol fini</w:t>
      </w:r>
    </w:p>
    <w:p w14:paraId="23C48D2B" w14:textId="77777777" w:rsidR="00790748" w:rsidRPr="00745019" w:rsidRDefault="00790748" w:rsidP="00790748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dispose d'un embout isolant acoustique permettant d'amortir le bruit qui se produit lorsque la touche de rinçage touche la tige de déclenchement</w:t>
      </w:r>
    </w:p>
    <w:p w14:paraId="46686D9B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14B66F8B" w14:textId="77777777" w:rsidTr="00C54046">
        <w:tc>
          <w:tcPr>
            <w:tcW w:w="1441" w:type="dxa"/>
          </w:tcPr>
          <w:p w14:paraId="2F41BBFC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7D582E0" w14:textId="77777777"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14:paraId="250A7410" w14:textId="77777777"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1D13557E" w14:textId="77777777"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09C387C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2D3CE8A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4C6DF93F" w14:textId="77777777" w:rsidTr="00C54046">
        <w:tc>
          <w:tcPr>
            <w:tcW w:w="1441" w:type="dxa"/>
          </w:tcPr>
          <w:p w14:paraId="35E1DA4C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480754B" w14:textId="77777777"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3F20965D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603538A3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14:paraId="74CAB0A9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1EE82F5E" w14:textId="77777777"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14:paraId="65B3300C" w14:textId="77777777" w:rsidTr="00C54046">
        <w:tc>
          <w:tcPr>
            <w:tcW w:w="1441" w:type="dxa"/>
          </w:tcPr>
          <w:p w14:paraId="31FFC665" w14:textId="77777777" w:rsidR="0020639C" w:rsidRPr="00F86A6E" w:rsidRDefault="00DB60C1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épaisseur</w:t>
            </w:r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C6AE8BC" w14:textId="1E286379" w:rsidR="0020639C" w:rsidRPr="008426E7" w:rsidRDefault="00AF27D4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6C6F382E" w14:textId="69927841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1CB2C49" w14:textId="5F4BF929" w:rsidR="0020639C" w:rsidRPr="008426E7" w:rsidRDefault="00AF27D4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6A6E8B76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2DE92EBF" w14:textId="77777777"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14:paraId="26473452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14AF0037" w14:textId="77777777"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630A8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14:paraId="18A7E9F7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7CC7741B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0ABE25AD" w14:textId="77777777"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14:paraId="3BB806AF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567CEB" w:rsidRPr="00A75548" w14:paraId="46AC0218" w14:textId="77777777" w:rsidTr="00620DBD">
        <w:trPr>
          <w:trHeight w:hRule="exact" w:val="3402"/>
        </w:trPr>
        <w:tc>
          <w:tcPr>
            <w:tcW w:w="3341" w:type="dxa"/>
            <w:vAlign w:val="bottom"/>
          </w:tcPr>
          <w:p w14:paraId="1BC0F44A" w14:textId="77777777" w:rsidR="00567CEB" w:rsidRDefault="00567CEB" w:rsidP="00620DBD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4FD91A6D" wp14:editId="56D79AEB">
                  <wp:extent cx="1984375" cy="177355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73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14:paraId="5468770D" w14:textId="77777777" w:rsidR="00567CEB" w:rsidRDefault="00567CEB" w:rsidP="00620DBD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85F029D" wp14:editId="5FF40152">
                  <wp:extent cx="297434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43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05FA2C83" w14:textId="77777777" w:rsidR="00F64AC9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698A5050" w14:textId="77777777"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default" r:id="rId12"/>
      <w:footerReference w:type="default" r:id="rId13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A74C3" w14:textId="77777777" w:rsidR="00896AAE" w:rsidRDefault="00896AAE">
      <w:r>
        <w:separator/>
      </w:r>
    </w:p>
  </w:endnote>
  <w:endnote w:type="continuationSeparator" w:id="0">
    <w:p w14:paraId="7EDE1B7A" w14:textId="77777777" w:rsidR="00896AAE" w:rsidRDefault="00896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6718ECE5" w14:textId="77777777">
      <w:tc>
        <w:tcPr>
          <w:tcW w:w="3392" w:type="dxa"/>
        </w:tcPr>
        <w:p w14:paraId="0D51C452" w14:textId="77777777"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14:paraId="14E53DDB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3982B9A6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4244F3FE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AEE3A" w14:textId="77777777" w:rsidR="00896AAE" w:rsidRDefault="00896AAE">
      <w:r>
        <w:separator/>
      </w:r>
    </w:p>
  </w:footnote>
  <w:footnote w:type="continuationSeparator" w:id="0">
    <w:p w14:paraId="3471F2C0" w14:textId="77777777" w:rsidR="00896AAE" w:rsidRDefault="00896A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8CAC1" w14:textId="77777777"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35E7CDDA" wp14:editId="18D0E71C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C74AB8" w14:textId="188EB5F9" w:rsidR="00611086" w:rsidRPr="002B0BEB" w:rsidRDefault="003E52C4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Mambo</w:t>
    </w:r>
    <w:r w:rsidR="0065743B">
      <w:rPr>
        <w:rFonts w:ascii="Arial" w:hAnsi="Arial" w:cs="Arial"/>
        <w:b/>
        <w:bCs/>
        <w:lang w:val="fr-FR"/>
      </w:rPr>
      <w:t xml:space="preserve">, </w:t>
    </w:r>
    <w:r w:rsidR="00715A17">
      <w:rPr>
        <w:rFonts w:ascii="Arial" w:hAnsi="Arial" w:cs="Arial"/>
        <w:b/>
        <w:bCs/>
        <w:lang w:val="fr-FR"/>
      </w:rPr>
      <w:t>acier inoxydable</w:t>
    </w:r>
    <w:r w:rsidR="00611086">
      <w:rPr>
        <w:rFonts w:ascii="Arial" w:hAnsi="Arial" w:cs="Arial"/>
        <w:b/>
        <w:bCs/>
        <w:lang w:val="fr-FR"/>
      </w:rPr>
      <w:t xml:space="preserve">, </w:t>
    </w:r>
    <w:r w:rsidR="00061A06">
      <w:rPr>
        <w:rFonts w:ascii="Arial" w:hAnsi="Arial" w:cs="Arial"/>
        <w:b/>
        <w:bCs/>
        <w:lang w:val="fr-FR"/>
      </w:rPr>
      <w:t>une</w:t>
    </w:r>
    <w:r w:rsidR="00611086">
      <w:rPr>
        <w:rFonts w:ascii="Arial" w:hAnsi="Arial" w:cs="Arial"/>
        <w:b/>
        <w:bCs/>
        <w:lang w:val="fr-FR"/>
      </w:rPr>
      <w:br/>
      <w:t>touche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75786145">
    <w:abstractNumId w:val="16"/>
  </w:num>
  <w:num w:numId="2" w16cid:durableId="1771312052">
    <w:abstractNumId w:val="22"/>
  </w:num>
  <w:num w:numId="3" w16cid:durableId="1939287477">
    <w:abstractNumId w:val="4"/>
  </w:num>
  <w:num w:numId="4" w16cid:durableId="1162504300">
    <w:abstractNumId w:val="3"/>
  </w:num>
  <w:num w:numId="5" w16cid:durableId="368382077">
    <w:abstractNumId w:val="13"/>
  </w:num>
  <w:num w:numId="6" w16cid:durableId="715933437">
    <w:abstractNumId w:val="15"/>
  </w:num>
  <w:num w:numId="7" w16cid:durableId="413865819">
    <w:abstractNumId w:val="6"/>
  </w:num>
  <w:num w:numId="8" w16cid:durableId="2102679433">
    <w:abstractNumId w:val="19"/>
  </w:num>
  <w:num w:numId="9" w16cid:durableId="1368408018">
    <w:abstractNumId w:val="25"/>
  </w:num>
  <w:num w:numId="10" w16cid:durableId="1925383047">
    <w:abstractNumId w:val="2"/>
  </w:num>
  <w:num w:numId="11" w16cid:durableId="47652346">
    <w:abstractNumId w:val="12"/>
  </w:num>
  <w:num w:numId="12" w16cid:durableId="330639501">
    <w:abstractNumId w:val="11"/>
  </w:num>
  <w:num w:numId="13" w16cid:durableId="301812271">
    <w:abstractNumId w:val="24"/>
  </w:num>
  <w:num w:numId="14" w16cid:durableId="1720545809">
    <w:abstractNumId w:val="7"/>
  </w:num>
  <w:num w:numId="15" w16cid:durableId="284970160">
    <w:abstractNumId w:val="0"/>
  </w:num>
  <w:num w:numId="16" w16cid:durableId="819540147">
    <w:abstractNumId w:val="10"/>
  </w:num>
  <w:num w:numId="17" w16cid:durableId="716978318">
    <w:abstractNumId w:val="5"/>
  </w:num>
  <w:num w:numId="18" w16cid:durableId="1633055769">
    <w:abstractNumId w:val="20"/>
  </w:num>
  <w:num w:numId="19" w16cid:durableId="1791587958">
    <w:abstractNumId w:val="21"/>
  </w:num>
  <w:num w:numId="20" w16cid:durableId="1602226962">
    <w:abstractNumId w:val="18"/>
  </w:num>
  <w:num w:numId="21" w16cid:durableId="197745671">
    <w:abstractNumId w:val="17"/>
  </w:num>
  <w:num w:numId="22" w16cid:durableId="417755077">
    <w:abstractNumId w:val="14"/>
  </w:num>
  <w:num w:numId="23" w16cid:durableId="1559197122">
    <w:abstractNumId w:val="23"/>
  </w:num>
  <w:num w:numId="24" w16cid:durableId="1046878473">
    <w:abstractNumId w:val="8"/>
  </w:num>
  <w:num w:numId="25" w16cid:durableId="937256342">
    <w:abstractNumId w:val="9"/>
  </w:num>
  <w:num w:numId="26" w16cid:durableId="844511387">
    <w:abstractNumId w:val="1"/>
  </w:num>
  <w:num w:numId="27" w16cid:durableId="432239000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6EA0"/>
    <w:rsid w:val="00060B9C"/>
    <w:rsid w:val="000613AE"/>
    <w:rsid w:val="00061A06"/>
    <w:rsid w:val="0006259B"/>
    <w:rsid w:val="000674A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1775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0E97"/>
    <w:rsid w:val="0020639C"/>
    <w:rsid w:val="0021689F"/>
    <w:rsid w:val="0021723B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A5E"/>
    <w:rsid w:val="00296F73"/>
    <w:rsid w:val="002A352C"/>
    <w:rsid w:val="002A46CC"/>
    <w:rsid w:val="002B0BEB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E4B39"/>
    <w:rsid w:val="003E52C4"/>
    <w:rsid w:val="003F38CF"/>
    <w:rsid w:val="003F4D6F"/>
    <w:rsid w:val="004046C3"/>
    <w:rsid w:val="004064AB"/>
    <w:rsid w:val="0040662F"/>
    <w:rsid w:val="0041187E"/>
    <w:rsid w:val="00413567"/>
    <w:rsid w:val="00414830"/>
    <w:rsid w:val="0041571E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390B"/>
    <w:rsid w:val="00485C0D"/>
    <w:rsid w:val="00485EC8"/>
    <w:rsid w:val="00486D9A"/>
    <w:rsid w:val="00490986"/>
    <w:rsid w:val="004924A9"/>
    <w:rsid w:val="00493DBD"/>
    <w:rsid w:val="0049487E"/>
    <w:rsid w:val="00496142"/>
    <w:rsid w:val="004A1A5E"/>
    <w:rsid w:val="004A7681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67CEB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17AC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07350"/>
    <w:rsid w:val="006101A0"/>
    <w:rsid w:val="00611086"/>
    <w:rsid w:val="006115CF"/>
    <w:rsid w:val="006127D6"/>
    <w:rsid w:val="0061788B"/>
    <w:rsid w:val="0062319E"/>
    <w:rsid w:val="00625C77"/>
    <w:rsid w:val="006265AC"/>
    <w:rsid w:val="00630210"/>
    <w:rsid w:val="00630A85"/>
    <w:rsid w:val="00630FCC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5A17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0748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96AAE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1F70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97FA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27D4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CF5C4C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50F6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4F89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276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E3DC9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0371CFBA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51BE74-E3C0-45AD-A6BD-CB2C3DE11361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A1CCE4B-0D3C-423B-8A25-6E6523B19E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5A448D-F2F7-4306-911C-68FCE8DF6679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12</TotalTime>
  <Pages>3</Pages>
  <Words>510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21</cp:revision>
  <cp:lastPrinted>2012-01-13T10:23:00Z</cp:lastPrinted>
  <dcterms:created xsi:type="dcterms:W3CDTF">2020-05-05T12:20:00Z</dcterms:created>
  <dcterms:modified xsi:type="dcterms:W3CDTF">2023-12-21T14:07:00Z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